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6F4" w:rsidRDefault="00AB76F4" w:rsidP="009458FD">
      <w:pPr>
        <w:jc w:val="center"/>
        <w:rPr>
          <w:b/>
          <w:u w:val="single"/>
        </w:rPr>
      </w:pPr>
      <w:r>
        <w:rPr>
          <w:b/>
          <w:u w:val="single"/>
        </w:rPr>
        <w:t>Balanced Math Planning</w:t>
      </w:r>
    </w:p>
    <w:p w:rsidR="00AB76F4" w:rsidRDefault="00AB76F4" w:rsidP="009458FD">
      <w:pPr>
        <w:rPr>
          <w:b/>
          <w:u w:val="single"/>
        </w:rPr>
      </w:pPr>
    </w:p>
    <w:p w:rsidR="00AB76F4" w:rsidRDefault="00AB76F4" w:rsidP="009458FD">
      <w:r>
        <w:rPr>
          <w:b/>
        </w:rPr>
        <w:t xml:space="preserve">Date: _________________________ </w:t>
      </w:r>
      <w:r>
        <w:rPr>
          <w:b/>
        </w:rPr>
        <w:tab/>
      </w:r>
      <w:r>
        <w:rPr>
          <w:b/>
        </w:rPr>
        <w:tab/>
        <w:t xml:space="preserve">      Amount of Time: </w:t>
      </w:r>
      <w:r>
        <w:t>30 minute Rotations</w:t>
      </w: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28"/>
        <w:gridCol w:w="4428"/>
      </w:tblGrid>
      <w:tr w:rsidR="00AB76F4" w:rsidRPr="00C96036" w:rsidTr="00C96036">
        <w:tc>
          <w:tcPr>
            <w:tcW w:w="8856" w:type="dxa"/>
            <w:gridSpan w:val="2"/>
          </w:tcPr>
          <w:p w:rsidR="00AB76F4" w:rsidRPr="00C96036" w:rsidRDefault="00AB76F4" w:rsidP="00C96036">
            <w:r w:rsidRPr="00C96036">
              <w:rPr>
                <w:b/>
              </w:rPr>
              <w:t xml:space="preserve">Strand: </w:t>
            </w:r>
            <w:r w:rsidRPr="00C96036">
              <w:t>Data Management</w:t>
            </w:r>
          </w:p>
          <w:p w:rsidR="00AB76F4" w:rsidRPr="00C96036" w:rsidRDefault="00AB76F4" w:rsidP="00C96036">
            <w:pPr>
              <w:rPr>
                <w:b/>
              </w:rPr>
            </w:pPr>
          </w:p>
          <w:p w:rsidR="00AB76F4" w:rsidRPr="00C96036" w:rsidRDefault="00AB76F4" w:rsidP="00C96036">
            <w:r w:rsidRPr="00C96036">
              <w:rPr>
                <w:b/>
              </w:rPr>
              <w:t xml:space="preserve">Expectation: </w:t>
            </w:r>
            <w:r w:rsidRPr="00C96036">
              <w:t>Read, interpret and draw conclusions from primary data (e.g. survey results, measurements, observations) and from secondary data or community data in the newspaper, data from the Internet about population etc.) presented in charts, tables and graphs.</w:t>
            </w:r>
          </w:p>
          <w:p w:rsidR="00AB76F4" w:rsidRPr="00C96036" w:rsidRDefault="00AB76F4" w:rsidP="00C96036">
            <w:pPr>
              <w:rPr>
                <w:b/>
              </w:rPr>
            </w:pPr>
          </w:p>
          <w:p w:rsidR="00AB76F4" w:rsidRPr="00C96036" w:rsidRDefault="00AB76F4" w:rsidP="00C96036">
            <w:r w:rsidRPr="00C96036">
              <w:rPr>
                <w:b/>
              </w:rPr>
              <w:t xml:space="preserve">Big Idea(s): </w:t>
            </w:r>
            <w:r w:rsidRPr="00C96036">
              <w:t xml:space="preserve">Graphs are powerful data displays because they quickly reveal a great deal of information. </w:t>
            </w:r>
          </w:p>
          <w:p w:rsidR="00AB76F4" w:rsidRPr="00C96036" w:rsidRDefault="00AB76F4" w:rsidP="00C96036"/>
          <w:p w:rsidR="00AB76F4" w:rsidRPr="00C96036" w:rsidRDefault="00AB76F4" w:rsidP="00C96036">
            <w:r w:rsidRPr="00C96036">
              <w:rPr>
                <w:b/>
              </w:rPr>
              <w:t xml:space="preserve">Math Process Focus: </w:t>
            </w:r>
            <w:r w:rsidRPr="00C96036">
              <w:t>Communication</w:t>
            </w:r>
          </w:p>
        </w:tc>
      </w:tr>
      <w:tr w:rsidR="00AB76F4" w:rsidRPr="00C96036" w:rsidTr="00C96036">
        <w:tc>
          <w:tcPr>
            <w:tcW w:w="8856" w:type="dxa"/>
            <w:gridSpan w:val="2"/>
          </w:tcPr>
          <w:p w:rsidR="00AB76F4" w:rsidRPr="00C96036" w:rsidRDefault="00AB76F4" w:rsidP="00C96036">
            <w:pPr>
              <w:jc w:val="center"/>
              <w:rPr>
                <w:b/>
              </w:rPr>
            </w:pPr>
            <w:r w:rsidRPr="00C96036">
              <w:rPr>
                <w:b/>
              </w:rPr>
              <w:t>Minds On</w:t>
            </w:r>
          </w:p>
        </w:tc>
      </w:tr>
      <w:tr w:rsidR="00AB76F4" w:rsidRPr="00C96036" w:rsidTr="00C96036">
        <w:tc>
          <w:tcPr>
            <w:tcW w:w="4428" w:type="dxa"/>
          </w:tcPr>
          <w:p w:rsidR="00AB76F4" w:rsidRPr="00C96036" w:rsidRDefault="00AB76F4" w:rsidP="00C96036">
            <w:pPr>
              <w:rPr>
                <w:b/>
              </w:rPr>
            </w:pPr>
            <w:r w:rsidRPr="00C96036">
              <w:rPr>
                <w:b/>
              </w:rPr>
              <w:t>Open Question:</w:t>
            </w:r>
          </w:p>
          <w:p w:rsidR="00AB76F4" w:rsidRPr="00C96036" w:rsidRDefault="00AB76F4" w:rsidP="00C96036">
            <w:pPr>
              <w:rPr>
                <w:b/>
              </w:rPr>
            </w:pPr>
          </w:p>
        </w:tc>
        <w:tc>
          <w:tcPr>
            <w:tcW w:w="4428" w:type="dxa"/>
          </w:tcPr>
          <w:p w:rsidR="00AB76F4" w:rsidRPr="00C96036" w:rsidRDefault="00AB76F4" w:rsidP="00C96036">
            <w:pPr>
              <w:pStyle w:val="ListParagraph"/>
              <w:numPr>
                <w:ilvl w:val="0"/>
                <w:numId w:val="1"/>
              </w:numPr>
            </w:pPr>
            <w:r w:rsidRPr="00C96036">
              <w:t>Provide a graph without any labels- ask students “What could this graph represent? Why do you think that?”</w:t>
            </w:r>
          </w:p>
        </w:tc>
      </w:tr>
      <w:tr w:rsidR="00AB76F4" w:rsidRPr="00C96036" w:rsidTr="00C96036">
        <w:tc>
          <w:tcPr>
            <w:tcW w:w="4428" w:type="dxa"/>
          </w:tcPr>
          <w:p w:rsidR="00AB76F4" w:rsidRPr="00C96036" w:rsidRDefault="00AB76F4" w:rsidP="00C96036">
            <w:pPr>
              <w:rPr>
                <w:b/>
              </w:rPr>
            </w:pPr>
            <w:r w:rsidRPr="00C96036">
              <w:rPr>
                <w:b/>
              </w:rPr>
              <w:t>Math Facts:</w:t>
            </w:r>
          </w:p>
        </w:tc>
        <w:tc>
          <w:tcPr>
            <w:tcW w:w="4428" w:type="dxa"/>
          </w:tcPr>
          <w:p w:rsidR="00AB76F4" w:rsidRPr="00C96036" w:rsidRDefault="00AB76F4" w:rsidP="00C96036">
            <w:pPr>
              <w:pStyle w:val="ListParagraph"/>
              <w:numPr>
                <w:ilvl w:val="0"/>
                <w:numId w:val="1"/>
              </w:numPr>
            </w:pPr>
            <w:r w:rsidRPr="00C96036">
              <w:t>Students will focus on double digit and single digit multiplication and division (see worksheet page).</w:t>
            </w:r>
          </w:p>
        </w:tc>
      </w:tr>
      <w:tr w:rsidR="00AB76F4" w:rsidRPr="00C96036" w:rsidTr="00C96036">
        <w:tc>
          <w:tcPr>
            <w:tcW w:w="4428" w:type="dxa"/>
          </w:tcPr>
          <w:p w:rsidR="00AB76F4" w:rsidRPr="00C96036" w:rsidRDefault="00AB76F4" w:rsidP="00C96036">
            <w:pPr>
              <w:rPr>
                <w:b/>
              </w:rPr>
            </w:pPr>
            <w:r w:rsidRPr="00C96036">
              <w:rPr>
                <w:b/>
              </w:rPr>
              <w:t>Math Games:</w:t>
            </w:r>
          </w:p>
        </w:tc>
        <w:tc>
          <w:tcPr>
            <w:tcW w:w="4428" w:type="dxa"/>
          </w:tcPr>
          <w:p w:rsidR="00AB76F4" w:rsidRPr="00C96036" w:rsidRDefault="00AB76F4" w:rsidP="00C96036">
            <w:pPr>
              <w:pStyle w:val="ListParagraph"/>
              <w:numPr>
                <w:ilvl w:val="0"/>
                <w:numId w:val="1"/>
              </w:numPr>
            </w:pPr>
            <w:r w:rsidRPr="00C96036">
              <w:t>Students have a choice of a multiplication facts game, factors game, or factors bingo.</w:t>
            </w:r>
          </w:p>
        </w:tc>
      </w:tr>
      <w:tr w:rsidR="00AB76F4" w:rsidRPr="00C96036" w:rsidTr="00C96036">
        <w:tc>
          <w:tcPr>
            <w:tcW w:w="4428" w:type="dxa"/>
          </w:tcPr>
          <w:p w:rsidR="00AB76F4" w:rsidRPr="00C96036" w:rsidRDefault="00AB76F4" w:rsidP="00C96036">
            <w:pPr>
              <w:rPr>
                <w:b/>
              </w:rPr>
            </w:pPr>
            <w:r w:rsidRPr="00C96036">
              <w:rPr>
                <w:b/>
              </w:rPr>
              <w:t>Shared Problem Solving:</w:t>
            </w:r>
          </w:p>
        </w:tc>
        <w:tc>
          <w:tcPr>
            <w:tcW w:w="4428" w:type="dxa"/>
          </w:tcPr>
          <w:p w:rsidR="00AB76F4" w:rsidRPr="00C96036" w:rsidRDefault="00AB76F4" w:rsidP="00C96036">
            <w:pPr>
              <w:pStyle w:val="ListParagraph"/>
              <w:numPr>
                <w:ilvl w:val="0"/>
                <w:numId w:val="1"/>
              </w:numPr>
            </w:pPr>
            <w:r w:rsidRPr="00C96036">
              <w:t xml:space="preserve">Question 1: </w:t>
            </w:r>
          </w:p>
          <w:p w:rsidR="00AB76F4" w:rsidRPr="00C96036" w:rsidRDefault="00AB76F4" w:rsidP="00C96036">
            <w:pPr>
              <w:pStyle w:val="ListParagraph"/>
            </w:pPr>
            <w:r w:rsidRPr="00C96036">
              <w:t>Two dice are thrown. How many combinations could result in even- numbered sums?</w:t>
            </w:r>
            <w:bookmarkStart w:id="0" w:name="_GoBack"/>
            <w:bookmarkEnd w:id="0"/>
          </w:p>
        </w:tc>
      </w:tr>
      <w:tr w:rsidR="00AB76F4" w:rsidRPr="00C96036" w:rsidTr="00C96036">
        <w:tc>
          <w:tcPr>
            <w:tcW w:w="4428" w:type="dxa"/>
          </w:tcPr>
          <w:p w:rsidR="00AB76F4" w:rsidRPr="00C96036" w:rsidRDefault="00AB76F4" w:rsidP="00C96036">
            <w:pPr>
              <w:rPr>
                <w:b/>
              </w:rPr>
            </w:pPr>
            <w:r w:rsidRPr="00C96036">
              <w:rPr>
                <w:b/>
              </w:rPr>
              <w:t>Guided Math:</w:t>
            </w:r>
          </w:p>
        </w:tc>
        <w:tc>
          <w:tcPr>
            <w:tcW w:w="4428" w:type="dxa"/>
          </w:tcPr>
          <w:p w:rsidR="00AB76F4" w:rsidRPr="00C96036" w:rsidRDefault="00AB76F4" w:rsidP="00C96036">
            <w:pPr>
              <w:pStyle w:val="ListParagraph"/>
              <w:numPr>
                <w:ilvl w:val="0"/>
                <w:numId w:val="1"/>
              </w:numPr>
            </w:pPr>
            <w:r w:rsidRPr="00C96036">
              <w:t>Looking at graph features. Students will create a list of graph “must haves” in order to show correct and accurate information (our classroom top 10 list).</w:t>
            </w:r>
          </w:p>
        </w:tc>
      </w:tr>
      <w:tr w:rsidR="00AB76F4" w:rsidRPr="00C96036" w:rsidTr="00C96036">
        <w:tc>
          <w:tcPr>
            <w:tcW w:w="4428" w:type="dxa"/>
          </w:tcPr>
          <w:p w:rsidR="00AB76F4" w:rsidRPr="00C96036" w:rsidRDefault="00AB76F4" w:rsidP="00C96036">
            <w:pPr>
              <w:rPr>
                <w:b/>
              </w:rPr>
            </w:pPr>
            <w:r w:rsidRPr="00C96036">
              <w:rPr>
                <w:b/>
              </w:rPr>
              <w:t>Math Journal:</w:t>
            </w:r>
          </w:p>
        </w:tc>
        <w:tc>
          <w:tcPr>
            <w:tcW w:w="4428" w:type="dxa"/>
          </w:tcPr>
          <w:p w:rsidR="00AB76F4" w:rsidRPr="00C96036" w:rsidRDefault="00AB76F4" w:rsidP="00C96036">
            <w:pPr>
              <w:pStyle w:val="ListParagraph"/>
              <w:numPr>
                <w:ilvl w:val="0"/>
                <w:numId w:val="1"/>
              </w:numPr>
            </w:pPr>
            <w:r w:rsidRPr="00C96036">
              <w:t>How do you decide which type of graph is best to display various sets of data? Why do we need different types of graphs to display data? Give an example to support your answer.</w:t>
            </w:r>
          </w:p>
          <w:p w:rsidR="00AB76F4" w:rsidRPr="00C96036" w:rsidRDefault="00AB76F4" w:rsidP="00C96036"/>
          <w:p w:rsidR="00AB76F4" w:rsidRPr="00C96036" w:rsidRDefault="00AB76F4" w:rsidP="00C96036"/>
          <w:p w:rsidR="00AB76F4" w:rsidRPr="00C96036" w:rsidRDefault="00AB76F4" w:rsidP="00C96036">
            <w:pPr>
              <w:pStyle w:val="ListParagraph"/>
              <w:numPr>
                <w:ilvl w:val="0"/>
                <w:numId w:val="1"/>
              </w:numPr>
            </w:pPr>
            <w:r w:rsidRPr="00C96036">
              <w:t>Group 2: A company wants to show that their business is growing. What kind of graph could they use to show this? What might the graph, table, or chart look like?</w:t>
            </w:r>
          </w:p>
        </w:tc>
      </w:tr>
      <w:tr w:rsidR="00AB76F4" w:rsidRPr="00C96036" w:rsidTr="00C96036">
        <w:tc>
          <w:tcPr>
            <w:tcW w:w="8856" w:type="dxa"/>
            <w:gridSpan w:val="2"/>
          </w:tcPr>
          <w:p w:rsidR="00AB76F4" w:rsidRPr="00C96036" w:rsidRDefault="00AB76F4" w:rsidP="00C96036">
            <w:pPr>
              <w:pStyle w:val="ListParagraph"/>
              <w:jc w:val="center"/>
              <w:rPr>
                <w:b/>
              </w:rPr>
            </w:pPr>
            <w:r w:rsidRPr="00C96036">
              <w:rPr>
                <w:b/>
              </w:rPr>
              <w:t>Consolidation</w:t>
            </w:r>
          </w:p>
        </w:tc>
      </w:tr>
      <w:tr w:rsidR="00AB76F4" w:rsidRPr="00C96036" w:rsidTr="00C96036">
        <w:tc>
          <w:tcPr>
            <w:tcW w:w="8856" w:type="dxa"/>
            <w:gridSpan w:val="2"/>
          </w:tcPr>
          <w:p w:rsidR="00AB76F4" w:rsidRPr="00C96036" w:rsidRDefault="00AB76F4" w:rsidP="00C96036">
            <w:r w:rsidRPr="00C96036">
              <w:rPr>
                <w:b/>
              </w:rPr>
              <w:t xml:space="preserve">Consolidation: </w:t>
            </w:r>
            <w:r w:rsidRPr="00C96036">
              <w:t xml:space="preserve">Students will share their solutions for their shared problem-solving question. Students will focus on using their “Math Communication” question prompts and Success Criteria (on anchor chart). </w:t>
            </w:r>
          </w:p>
          <w:p w:rsidR="00AB76F4" w:rsidRPr="00C96036" w:rsidRDefault="00AB76F4" w:rsidP="00C96036"/>
          <w:p w:rsidR="00AB76F4" w:rsidRPr="00C96036" w:rsidRDefault="00AB76F4" w:rsidP="00C96036">
            <w:r w:rsidRPr="00C96036">
              <w:t>Success Criteria:</w:t>
            </w:r>
          </w:p>
          <w:p w:rsidR="00AB76F4" w:rsidRPr="00C96036" w:rsidRDefault="00AB76F4" w:rsidP="00C96036">
            <w:pPr>
              <w:pStyle w:val="ListParagraph"/>
              <w:numPr>
                <w:ilvl w:val="0"/>
                <w:numId w:val="2"/>
              </w:numPr>
            </w:pPr>
            <w:r w:rsidRPr="00C96036">
              <w:t>explain and discuss what I know</w:t>
            </w:r>
          </w:p>
          <w:p w:rsidR="00AB76F4" w:rsidRPr="00C96036" w:rsidRDefault="00AB76F4" w:rsidP="00C96036">
            <w:pPr>
              <w:pStyle w:val="ListParagraph"/>
              <w:numPr>
                <w:ilvl w:val="0"/>
                <w:numId w:val="2"/>
              </w:numPr>
            </w:pPr>
            <w:r w:rsidRPr="00C96036">
              <w:t>use correct mathematical language in responses</w:t>
            </w:r>
          </w:p>
          <w:p w:rsidR="00AB76F4" w:rsidRPr="00C96036" w:rsidRDefault="00AB76F4" w:rsidP="00C96036">
            <w:pPr>
              <w:pStyle w:val="ListParagraph"/>
              <w:numPr>
                <w:ilvl w:val="0"/>
                <w:numId w:val="2"/>
              </w:numPr>
            </w:pPr>
            <w:r w:rsidRPr="00C96036">
              <w:t>interpret/summarize important information</w:t>
            </w:r>
          </w:p>
          <w:p w:rsidR="00AB76F4" w:rsidRPr="00C96036" w:rsidRDefault="00AB76F4" w:rsidP="00C96036">
            <w:pPr>
              <w:pStyle w:val="ListParagraph"/>
              <w:numPr>
                <w:ilvl w:val="0"/>
                <w:numId w:val="2"/>
              </w:numPr>
            </w:pPr>
            <w:r w:rsidRPr="00C96036">
              <w:t>identify key information</w:t>
            </w:r>
          </w:p>
          <w:p w:rsidR="00AB76F4" w:rsidRPr="00C96036" w:rsidRDefault="00AB76F4" w:rsidP="00C96036"/>
          <w:p w:rsidR="00AB76F4" w:rsidRPr="00C96036" w:rsidRDefault="00AB76F4" w:rsidP="00C96036">
            <w:r w:rsidRPr="00C96036">
              <w:t xml:space="preserve">Question Prompts: </w:t>
            </w:r>
          </w:p>
          <w:p w:rsidR="00AB76F4" w:rsidRPr="00C96036" w:rsidRDefault="00AB76F4" w:rsidP="00C96036">
            <w:pPr>
              <w:pStyle w:val="ListParagraph"/>
              <w:numPr>
                <w:ilvl w:val="0"/>
                <w:numId w:val="2"/>
              </w:numPr>
            </w:pPr>
            <w:r w:rsidRPr="00C96036">
              <w:t>how can you express (explain/describe) this in a different way?</w:t>
            </w:r>
          </w:p>
          <w:p w:rsidR="00AB76F4" w:rsidRPr="00C96036" w:rsidRDefault="00AB76F4" w:rsidP="00C96036">
            <w:pPr>
              <w:pStyle w:val="ListParagraph"/>
              <w:numPr>
                <w:ilvl w:val="0"/>
                <w:numId w:val="2"/>
              </w:numPr>
            </w:pPr>
            <w:r w:rsidRPr="00C96036">
              <w:t>what is a definition for?</w:t>
            </w:r>
          </w:p>
          <w:p w:rsidR="00AB76F4" w:rsidRPr="00C96036" w:rsidRDefault="00AB76F4" w:rsidP="00C96036">
            <w:pPr>
              <w:pStyle w:val="ListParagraph"/>
              <w:numPr>
                <w:ilvl w:val="0"/>
                <w:numId w:val="2"/>
              </w:numPr>
            </w:pPr>
            <w:r w:rsidRPr="00C96036">
              <w:t>how can you reword this question?</w:t>
            </w:r>
          </w:p>
          <w:p w:rsidR="00AB76F4" w:rsidRPr="00C96036" w:rsidRDefault="00AB76F4" w:rsidP="00C96036">
            <w:pPr>
              <w:pStyle w:val="ListParagraph"/>
              <w:numPr>
                <w:ilvl w:val="0"/>
                <w:numId w:val="2"/>
              </w:numPr>
            </w:pPr>
            <w:r w:rsidRPr="00C96036">
              <w:t>How do you know this answer?</w:t>
            </w:r>
          </w:p>
        </w:tc>
      </w:tr>
    </w:tbl>
    <w:p w:rsidR="00AB76F4" w:rsidRDefault="00AB76F4" w:rsidP="009458FD">
      <w:pPr>
        <w:rPr>
          <w:b/>
        </w:rPr>
      </w:pPr>
      <w:r>
        <w:br w:type="textWrapping" w:clear="all"/>
      </w:r>
      <w:r>
        <w:rPr>
          <w:b/>
        </w:rPr>
        <w:t>Additional Notes:</w:t>
      </w:r>
    </w:p>
    <w:p w:rsidR="00AB76F4" w:rsidRPr="008A3059" w:rsidRDefault="00AB76F4" w:rsidP="009458FD">
      <w:r>
        <w:t xml:space="preserve">Students will continue working on their multiplication and division skills throughout this rotation because of an overall indicated need in both classrooms. </w:t>
      </w:r>
    </w:p>
    <w:sectPr w:rsidR="00AB76F4" w:rsidRPr="008A3059" w:rsidSect="00235275">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F00CD9"/>
    <w:multiLevelType w:val="hybridMultilevel"/>
    <w:tmpl w:val="292858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758A0B7A"/>
    <w:multiLevelType w:val="hybridMultilevel"/>
    <w:tmpl w:val="5978A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216E28"/>
    <w:multiLevelType w:val="hybridMultilevel"/>
    <w:tmpl w:val="5F248570"/>
    <w:lvl w:ilvl="0" w:tplc="EEE8D1D4">
      <w:numFmt w:val="bullet"/>
      <w:lvlText w:val="-"/>
      <w:lvlJc w:val="left"/>
      <w:pPr>
        <w:ind w:left="720" w:hanging="360"/>
      </w:pPr>
      <w:rPr>
        <w:rFonts w:ascii="Cambria" w:eastAsia="MS Mincho"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58FD"/>
    <w:rsid w:val="000670BC"/>
    <w:rsid w:val="00235275"/>
    <w:rsid w:val="00324C4D"/>
    <w:rsid w:val="008A3059"/>
    <w:rsid w:val="009423B6"/>
    <w:rsid w:val="009458FD"/>
    <w:rsid w:val="00AB76F4"/>
    <w:rsid w:val="00AE00A0"/>
    <w:rsid w:val="00C96036"/>
    <w:rsid w:val="00FE79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0BC"/>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458F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9458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337</Words>
  <Characters>1927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Balanced Math Planning</dc:title>
  <dc:subject/>
  <dc:creator>Rachelle Reid</dc:creator>
  <cp:keywords/>
  <dc:description/>
  <cp:lastModifiedBy>kmuscatfennell</cp:lastModifiedBy>
  <cp:revision>2</cp:revision>
  <cp:lastPrinted>2013-10-24T13:17:00Z</cp:lastPrinted>
  <dcterms:created xsi:type="dcterms:W3CDTF">2013-10-24T13:18:00Z</dcterms:created>
  <dcterms:modified xsi:type="dcterms:W3CDTF">2013-10-24T13:18:00Z</dcterms:modified>
</cp:coreProperties>
</file>